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29546E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537C7A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3764522</wp:posOffset>
                      </wp:positionH>
                      <wp:positionV relativeFrom="paragraph">
                        <wp:posOffset>1235508</wp:posOffset>
                      </wp:positionV>
                      <wp:extent cx="30858" cy="236136"/>
                      <wp:effectExtent l="0" t="19050" r="26670" b="12065"/>
                      <wp:wrapNone/>
                      <wp:docPr id="34" name="Freeform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58" cy="236136"/>
                              </a:xfrm>
                              <a:custGeom>
                                <a:avLst/>
                                <a:gdLst>
                                  <a:gd name="connsiteX0" fmla="*/ 25933 w 30858"/>
                                  <a:gd name="connsiteY0" fmla="*/ 236136 h 236136"/>
                                  <a:gd name="connsiteX1" fmla="*/ 25933 w 30858"/>
                                  <a:gd name="connsiteY1" fmla="*/ 15072 h 236136"/>
                                  <a:gd name="connsiteX2" fmla="*/ 15884 w 30858"/>
                                  <a:gd name="connsiteY2" fmla="*/ 0 h 236136"/>
                                  <a:gd name="connsiteX3" fmla="*/ 812 w 30858"/>
                                  <a:gd name="connsiteY3" fmla="*/ 5024 h 236136"/>
                                  <a:gd name="connsiteX4" fmla="*/ 5836 w 30858"/>
                                  <a:gd name="connsiteY4" fmla="*/ 50241 h 236136"/>
                                  <a:gd name="connsiteX5" fmla="*/ 10860 w 30858"/>
                                  <a:gd name="connsiteY5" fmla="*/ 80386 h 236136"/>
                                  <a:gd name="connsiteX6" fmla="*/ 20908 w 30858"/>
                                  <a:gd name="connsiteY6" fmla="*/ 145701 h 236136"/>
                                  <a:gd name="connsiteX7" fmla="*/ 25933 w 30858"/>
                                  <a:gd name="connsiteY7" fmla="*/ 216039 h 236136"/>
                                  <a:gd name="connsiteX8" fmla="*/ 25933 w 30858"/>
                                  <a:gd name="connsiteY8" fmla="*/ 236136 h 2361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0858" h="236136">
                                    <a:moveTo>
                                      <a:pt x="25933" y="236136"/>
                                    </a:moveTo>
                                    <a:cubicBezTo>
                                      <a:pt x="25933" y="202642"/>
                                      <a:pt x="37016" y="155446"/>
                                      <a:pt x="25933" y="15072"/>
                                    </a:cubicBezTo>
                                    <a:cubicBezTo>
                                      <a:pt x="25458" y="9052"/>
                                      <a:pt x="19234" y="5024"/>
                                      <a:pt x="15884" y="0"/>
                                    </a:cubicBezTo>
                                    <a:cubicBezTo>
                                      <a:pt x="10860" y="1675"/>
                                      <a:pt x="1851" y="-169"/>
                                      <a:pt x="812" y="5024"/>
                                    </a:cubicBezTo>
                                    <a:cubicBezTo>
                                      <a:pt x="-2162" y="19895"/>
                                      <a:pt x="3832" y="35209"/>
                                      <a:pt x="5836" y="50241"/>
                                    </a:cubicBezTo>
                                    <a:cubicBezTo>
                                      <a:pt x="7182" y="60339"/>
                                      <a:pt x="9311" y="70318"/>
                                      <a:pt x="10860" y="80386"/>
                                    </a:cubicBezTo>
                                    <a:cubicBezTo>
                                      <a:pt x="23789" y="164429"/>
                                      <a:pt x="8376" y="70508"/>
                                      <a:pt x="20908" y="145701"/>
                                    </a:cubicBezTo>
                                    <a:cubicBezTo>
                                      <a:pt x="22583" y="169147"/>
                                      <a:pt x="25933" y="192533"/>
                                      <a:pt x="25933" y="216039"/>
                                    </a:cubicBezTo>
                                    <a:lnTo>
                                      <a:pt x="25933" y="2361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4" o:spid="_x0000_s1026" style="position:absolute;margin-left:296.4pt;margin-top:97.3pt;width:2.45pt;height:18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858,236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" path="m25933,236136v,-33494,11083,-80690,,-221064c25458,9052,19234,5024,15884,,10860,1675,1851,-169,812,5024,-2162,19895,3832,35209,5836,50241v1346,10098,3475,20077,5024,30145c23789,164429,8376,70508,20908,145701v1675,23446,5025,46832,5025,70338l25933,236136xe" fillcolor="#7f7f7f [1612]" strokecolor="#7f7f7f [1612]" strokeweight="1pt">
                      <v:stroke joinstyle="miter"/>
                      <v:path arrowok="t" o:connecttype="custom" o:connectlocs="25933,236136;25933,15072;15884,0;812,5024;5836,50241;10860,80386;20908,145701;25933,216039;25933,236136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2608125</wp:posOffset>
                      </wp:positionH>
                      <wp:positionV relativeFrom="paragraph">
                        <wp:posOffset>1230483</wp:posOffset>
                      </wp:positionV>
                      <wp:extent cx="46866" cy="218474"/>
                      <wp:effectExtent l="0" t="38100" r="10795" b="10160"/>
                      <wp:wrapNone/>
                      <wp:docPr id="33" name="Freeform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66" cy="218474"/>
                              </a:xfrm>
                              <a:custGeom>
                                <a:avLst/>
                                <a:gdLst>
                                  <a:gd name="connsiteX0" fmla="*/ 26769 w 46866"/>
                                  <a:gd name="connsiteY0" fmla="*/ 216040 h 218474"/>
                                  <a:gd name="connsiteX1" fmla="*/ 1648 w 46866"/>
                                  <a:gd name="connsiteY1" fmla="*/ 205992 h 218474"/>
                                  <a:gd name="connsiteX2" fmla="*/ 6672 w 46866"/>
                                  <a:gd name="connsiteY2" fmla="*/ 165798 h 218474"/>
                                  <a:gd name="connsiteX3" fmla="*/ 11697 w 46866"/>
                                  <a:gd name="connsiteY3" fmla="*/ 145702 h 218474"/>
                                  <a:gd name="connsiteX4" fmla="*/ 16721 w 46866"/>
                                  <a:gd name="connsiteY4" fmla="*/ 110532 h 218474"/>
                                  <a:gd name="connsiteX5" fmla="*/ 26769 w 46866"/>
                                  <a:gd name="connsiteY5" fmla="*/ 80387 h 218474"/>
                                  <a:gd name="connsiteX6" fmla="*/ 36817 w 46866"/>
                                  <a:gd name="connsiteY6" fmla="*/ 15073 h 218474"/>
                                  <a:gd name="connsiteX7" fmla="*/ 41842 w 46866"/>
                                  <a:gd name="connsiteY7" fmla="*/ 0 h 218474"/>
                                  <a:gd name="connsiteX8" fmla="*/ 46866 w 46866"/>
                                  <a:gd name="connsiteY8" fmla="*/ 15073 h 218474"/>
                                  <a:gd name="connsiteX9" fmla="*/ 41842 w 46866"/>
                                  <a:gd name="connsiteY9" fmla="*/ 75363 h 218474"/>
                                  <a:gd name="connsiteX10" fmla="*/ 36817 w 46866"/>
                                  <a:gd name="connsiteY10" fmla="*/ 90436 h 218474"/>
                                  <a:gd name="connsiteX11" fmla="*/ 31793 w 46866"/>
                                  <a:gd name="connsiteY11" fmla="*/ 110532 h 218474"/>
                                  <a:gd name="connsiteX12" fmla="*/ 26769 w 46866"/>
                                  <a:gd name="connsiteY12" fmla="*/ 125605 h 218474"/>
                                  <a:gd name="connsiteX13" fmla="*/ 21745 w 46866"/>
                                  <a:gd name="connsiteY13" fmla="*/ 150726 h 218474"/>
                                  <a:gd name="connsiteX14" fmla="*/ 16721 w 46866"/>
                                  <a:gd name="connsiteY14" fmla="*/ 165798 h 218474"/>
                                  <a:gd name="connsiteX15" fmla="*/ 26769 w 46866"/>
                                  <a:gd name="connsiteY15" fmla="*/ 216040 h 218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46866" h="218474">
                                    <a:moveTo>
                                      <a:pt x="26769" y="216040"/>
                                    </a:moveTo>
                                    <a:cubicBezTo>
                                      <a:pt x="24257" y="222739"/>
                                      <a:pt x="4997" y="214366"/>
                                      <a:pt x="1648" y="205992"/>
                                    </a:cubicBezTo>
                                    <a:cubicBezTo>
                                      <a:pt x="-3367" y="193455"/>
                                      <a:pt x="4452" y="179117"/>
                                      <a:pt x="6672" y="165798"/>
                                    </a:cubicBezTo>
                                    <a:cubicBezTo>
                                      <a:pt x="7807" y="158987"/>
                                      <a:pt x="10462" y="152496"/>
                                      <a:pt x="11697" y="145702"/>
                                    </a:cubicBezTo>
                                    <a:cubicBezTo>
                                      <a:pt x="13816" y="134051"/>
                                      <a:pt x="14058" y="122071"/>
                                      <a:pt x="16721" y="110532"/>
                                    </a:cubicBezTo>
                                    <a:cubicBezTo>
                                      <a:pt x="19103" y="100211"/>
                                      <a:pt x="26769" y="80387"/>
                                      <a:pt x="26769" y="80387"/>
                                    </a:cubicBezTo>
                                    <a:cubicBezTo>
                                      <a:pt x="29819" y="55988"/>
                                      <a:pt x="31064" y="38085"/>
                                      <a:pt x="36817" y="15073"/>
                                    </a:cubicBezTo>
                                    <a:cubicBezTo>
                                      <a:pt x="38102" y="9935"/>
                                      <a:pt x="40167" y="5024"/>
                                      <a:pt x="41842" y="0"/>
                                    </a:cubicBezTo>
                                    <a:cubicBezTo>
                                      <a:pt x="43517" y="5024"/>
                                      <a:pt x="46866" y="9777"/>
                                      <a:pt x="46866" y="15073"/>
                                    </a:cubicBezTo>
                                    <a:cubicBezTo>
                                      <a:pt x="46866" y="35239"/>
                                      <a:pt x="44507" y="55374"/>
                                      <a:pt x="41842" y="75363"/>
                                    </a:cubicBezTo>
                                    <a:cubicBezTo>
                                      <a:pt x="41142" y="80613"/>
                                      <a:pt x="38272" y="85344"/>
                                      <a:pt x="36817" y="90436"/>
                                    </a:cubicBezTo>
                                    <a:cubicBezTo>
                                      <a:pt x="34920" y="97075"/>
                                      <a:pt x="33690" y="103893"/>
                                      <a:pt x="31793" y="110532"/>
                                    </a:cubicBezTo>
                                    <a:cubicBezTo>
                                      <a:pt x="30338" y="115624"/>
                                      <a:pt x="28053" y="120467"/>
                                      <a:pt x="26769" y="125605"/>
                                    </a:cubicBezTo>
                                    <a:cubicBezTo>
                                      <a:pt x="24698" y="133890"/>
                                      <a:pt x="23816" y="142441"/>
                                      <a:pt x="21745" y="150726"/>
                                    </a:cubicBezTo>
                                    <a:cubicBezTo>
                                      <a:pt x="20461" y="155864"/>
                                      <a:pt x="17051" y="160513"/>
                                      <a:pt x="16721" y="165798"/>
                                    </a:cubicBezTo>
                                    <a:cubicBezTo>
                                      <a:pt x="15363" y="187527"/>
                                      <a:pt x="29281" y="209341"/>
                                      <a:pt x="26769" y="2160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3" o:spid="_x0000_s1026" style="position:absolute;margin-left:205.35pt;margin-top:96.9pt;width:3.7pt;height:1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866,218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" path="m26769,216040c24257,222739,4997,214366,1648,205992,-3367,193455,4452,179117,6672,165798v1135,-6811,3790,-13302,5025,-20096c13816,134051,14058,122071,16721,110532,19103,100211,26769,80387,26769,80387,29819,55988,31064,38085,36817,15073,38102,9935,40167,5024,41842,v1675,5024,5024,9777,5024,15073c46866,35239,44507,55374,41842,75363v-700,5250,-3570,9981,-5025,15073c34920,97075,33690,103893,31793,110532v-1455,5092,-3740,9935,-5024,15073c24698,133890,23816,142441,21745,150726v-1284,5138,-4694,9787,-5024,15072c15363,187527,29281,209341,26769,216040xe" fillcolor="#7f7f7f [1612]" strokecolor="#7f7f7f [1612]" strokeweight="1pt">
                      <v:stroke joinstyle="miter"/>
                      <v:path arrowok="t" o:connecttype="custom" o:connectlocs="26769,216040;1648,205992;6672,165798;11697,145702;16721,110532;26769,80387;36817,15073;41842,0;46866,15073;41842,75363;36817,90436;31793,110532;26769,125605;21745,150726;16721,165798;26769,216040" o:connectangles="0,0,0,0,0,0,0,0,0,0,0,0,0,0,0,0"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2540" t="3175" r="4445" b="0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D23E10" w:rsidRDefault="00D23E10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20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rS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D23E10" w:rsidRDefault="00D23E10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0" t="3175" r="0" b="0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D23E10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D23E10" w:rsidRDefault="00D23E10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D23E10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20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Qo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D23E10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D23E10" w:rsidRDefault="00D23E10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D23E10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RIGHT: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  <w:r w:rsidR="00D23E10">
              <w:rPr>
                <w:rFonts w:ascii="Arial" w:hAnsi="Arial"/>
                <w:kern w:val="12"/>
                <w:sz w:val="20"/>
                <w:szCs w:val="20"/>
              </w:rPr>
              <w:t>Minimal amount of homogenous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 xml:space="preserve"> atheroma noted in the proximal ICA and bulb. </w:t>
            </w:r>
          </w:p>
          <w:p w:rsidR="005E448D" w:rsidRPr="00A01925" w:rsidRDefault="005E448D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</w:t>
            </w:r>
            <w:r>
              <w:rPr>
                <w:rFonts w:ascii="Arial" w:hAnsi="Arial"/>
                <w:kern w:val="12"/>
                <w:sz w:val="20"/>
                <w:szCs w:val="20"/>
              </w:rPr>
              <w:t>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Systolic Velocity (PSV) = 0.48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End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 xml:space="preserve"> Diastolic Velocity (EDV) = 0.13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CE68E9" w:rsidRDefault="00CE68E9" w:rsidP="00CE68E9">
            <w:pPr>
              <w:pStyle w:val="CUSTOMColumnText"/>
              <w:rPr>
                <w:sz w:val="20"/>
                <w:szCs w:val="20"/>
              </w:rPr>
            </w:pP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LEFT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 xml:space="preserve">Minimal amount of </w:t>
            </w:r>
            <w:r w:rsidR="00D23E10">
              <w:rPr>
                <w:rFonts w:ascii="Arial" w:hAnsi="Arial"/>
                <w:kern w:val="12"/>
                <w:sz w:val="20"/>
                <w:szCs w:val="20"/>
              </w:rPr>
              <w:t>homogenous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 xml:space="preserve"> atheroma noted in the proximal ICA and bulb.</w:t>
            </w:r>
          </w:p>
          <w:p w:rsidR="005E448D" w:rsidRPr="00A01925" w:rsidRDefault="005E448D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Systolic Velocity (PSV) = 0.52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</w:t>
            </w:r>
            <w:r>
              <w:rPr>
                <w:rFonts w:ascii="Arial" w:hAnsi="Arial"/>
                <w:kern w:val="12"/>
                <w:sz w:val="20"/>
                <w:szCs w:val="20"/>
              </w:rPr>
              <w:t>d Diastolic Vel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ocity (EDV) = 0.15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CE68E9" w:rsidP="009D4370">
            <w:pPr>
              <w:pStyle w:val="CUSTOMColumnText"/>
            </w:pPr>
            <w:r>
              <w:rPr>
                <w:sz w:val="21"/>
                <w:szCs w:val="21"/>
              </w:rPr>
              <w:lastRenderedPageBreak/>
              <w:t xml:space="preserve"> </w:t>
            </w: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E9" w:rsidRDefault="00CE68E9" w:rsidP="005748E3">
      <w:pPr>
        <w:spacing w:after="0" w:line="240" w:lineRule="auto"/>
      </w:pPr>
      <w:r>
        <w:separator/>
      </w:r>
    </w:p>
  </w:endnote>
  <w:end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10795" t="5715" r="12065" b="12700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10795" t="12065" r="8255" b="635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10795" t="10160" r="8255" b="825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11430" t="10160" r="13970" b="635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10795" t="10160" r="0" b="63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5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6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0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2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3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4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3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iYMEA&#10;AADaAAAADwAAAGRycy9kb3ducmV2LnhtbESP0WoCMRRE3wv+Q7iCL0WzuqWW1SgiCH0qrPUDLpvb&#10;zWJys2yiG//eFAp9HGbmDLPdJ2fFnYbQeVawXBQgiBuvO24VXL5P8w8QISJrtJ5JwYMC7HeTly1W&#10;2o9c0/0cW5EhHCpUYGLsKylDY8hhWPieOHs/fnAYsxxaqQccM9xZuSqKd+mw47xgsKejoeZ6vjkF&#10;r8EmZ+q2XNXrdDncRluWX1ap2TQdNiAipfgf/mt/agVv8Hsl3wC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LomD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q2cEA&#10;AADaAAAADwAAAGRycy9kb3ducmV2LnhtbERPXWvCMBR9H/gfwhX2tqZuIFIbZQyFDRy6WvD12ty1&#10;Zc1Nl2Ra/fXmQdjj4Xzny8F04kTOt5YVTJIUBHFldcu1gnK/fpqB8AFZY2eZFFzIw3Ixesgx0/bM&#10;X3QqQi1iCPsMFTQh9JmUvmrIoE9sTxy5b+sMhghdLbXDcww3nXxO06k02HJsaLCnt4aqn+LPKHCr&#10;8rCattuX3eY3bK6zoT9+8odSj+PhdQ4i0BD+xXf3u1YQt8Yr8Qb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lqtnBAAAA2gAAAA8AAAAAAAAAAAAAAAAAmAIAAGRycy9kb3du&#10;cmV2LnhtbFBLBQYAAAAABAAEAPUAAACGAwAAAAA=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e0aM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k/h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e0aM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JPcMA&#10;AADbAAAADwAAAGRycy9kb3ducmV2LnhtbERPS2vCQBC+F/oflin0VjdaKJ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J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4sHMEA&#10;AADbAAAADwAAAGRycy9kb3ducmV2LnhtbERPTWsCMRC9F/wPYQRvNWuxpaxGEbHgQbBqvQ+bcbOY&#10;TNZN3F3/vSkUepvH+5z5sndWtNSEyrOCyTgDQVx4XXGp4Of09foJIkRkjdYzKXhQgOVi8DLHXPuO&#10;D9QeYylSCIccFZgY61zKUBhyGMa+Jk7cxTcOY4JNKXWDXQp3Vr5l2Yd0WHFqMFjT2lBxPd6dgvJ2&#10;2J3NdTo57bv13dnN/tvZVqnRsF/NQETq47/4z73Vaf47/P6SDp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+LBzBAAAA2wAAAA8AAAAAAAAAAAAAAAAAmAIAAGRycy9kb3du&#10;cmV2LnhtbFBLBQYAAAAABAAEAPUAAACG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qpcMA&#10;AADbAAAADwAAAGRycy9kb3ducmV2LnhtbERPS0vDQBC+C/0PyxS82U17KJJ2W6QP8KDWVgW9jdkx&#10;Cc3Oht1pmv57VxB6m4/vOfNl7xrVUYi1ZwPjUQaKuPC25tLA+9v27h5UFGSLjWcycKEIy8XgZo65&#10;9WfeU3eQUqUQjjkaqETaXOtYVOQwjnxLnLgfHxxKgqHUNuA5hbtGT7Jsqh3WnBoqbGlVUXE8nJyB&#10;5jOGp+9Mvrp1+SyvO3362IxfjLkd9g8zUEK9XMX/7keb5k/h75d0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Vq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E9" w:rsidRDefault="00CE68E9" w:rsidP="005748E3">
      <w:pPr>
        <w:spacing w:after="0" w:line="240" w:lineRule="auto"/>
      </w:pPr>
      <w:r>
        <w:separator/>
      </w:r>
    </w:p>
  </w:footnote>
  <w:foot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CE68E9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E9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9546E"/>
    <w:rsid w:val="002D613D"/>
    <w:rsid w:val="002D7122"/>
    <w:rsid w:val="002E04BC"/>
    <w:rsid w:val="002F5484"/>
    <w:rsid w:val="003133A2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37C7A"/>
    <w:rsid w:val="00543410"/>
    <w:rsid w:val="00543DEF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448D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804042"/>
    <w:rsid w:val="00813362"/>
    <w:rsid w:val="008262F7"/>
    <w:rsid w:val="00880184"/>
    <w:rsid w:val="0088193C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B35F22"/>
    <w:rsid w:val="00B415C1"/>
    <w:rsid w:val="00B734E8"/>
    <w:rsid w:val="00B87660"/>
    <w:rsid w:val="00C157F3"/>
    <w:rsid w:val="00C64AE2"/>
    <w:rsid w:val="00CB3119"/>
    <w:rsid w:val="00CC6795"/>
    <w:rsid w:val="00CE6813"/>
    <w:rsid w:val="00CE68E9"/>
    <w:rsid w:val="00D065FF"/>
    <w:rsid w:val="00D23E10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705E6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0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3</cp:revision>
  <cp:lastPrinted>2019-01-18T11:11:00Z</cp:lastPrinted>
  <dcterms:created xsi:type="dcterms:W3CDTF">2019-07-30T10:57:00Z</dcterms:created>
  <dcterms:modified xsi:type="dcterms:W3CDTF">2019-10-15T13:37:00Z</dcterms:modified>
</cp:coreProperties>
</file>